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4430B8FD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</w:t>
      </w:r>
      <w:r w:rsidRPr="003E1939">
        <w:rPr>
          <w:lang w:eastAsia="cs-CZ"/>
        </w:rPr>
        <w:t xml:space="preserve">č. </w:t>
      </w:r>
      <w:r w:rsidR="001B0548">
        <w:rPr>
          <w:lang w:eastAsia="cs-CZ"/>
        </w:rPr>
        <w:t>4</w:t>
      </w:r>
      <w:r w:rsidR="007A365C">
        <w:rPr>
          <w:lang w:eastAsia="cs-CZ"/>
        </w:rPr>
        <w:t>-a</w:t>
      </w:r>
      <w:r w:rsidR="00977055" w:rsidRPr="003E1939">
        <w:rPr>
          <w:lang w:eastAsia="cs-CZ"/>
        </w:rPr>
        <w:t xml:space="preserve"> Výzvy</w:t>
      </w:r>
      <w:r w:rsidR="00977055" w:rsidRPr="00B62A54">
        <w:rPr>
          <w:lang w:eastAsia="cs-CZ"/>
        </w:rPr>
        <w:t xml:space="preserve">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0E93CD24" w:rsidR="009348E2" w:rsidRPr="007653B5" w:rsidRDefault="009348E2" w:rsidP="00801EF1">
      <w:pPr>
        <w:pStyle w:val="text"/>
        <w:widowControl/>
        <w:spacing w:before="0" w:after="120" w:line="276" w:lineRule="auto"/>
        <w:jc w:val="left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</w:t>
      </w:r>
      <w:r w:rsidR="007653B5">
        <w:rPr>
          <w:rFonts w:asciiTheme="minorHAnsi" w:hAnsiTheme="minorHAnsi" w:cstheme="minorHAnsi"/>
          <w:sz w:val="18"/>
          <w:szCs w:val="18"/>
        </w:rPr>
        <w:t xml:space="preserve"> </w:t>
      </w:r>
      <w:r w:rsidR="007653B5" w:rsidRPr="007653B5">
        <w:rPr>
          <w:rFonts w:asciiTheme="minorHAnsi" w:hAnsiTheme="minorHAnsi" w:cstheme="minorHAnsi"/>
          <w:b/>
          <w:bCs/>
          <w:sz w:val="18"/>
          <w:szCs w:val="18"/>
        </w:rPr>
        <w:t>DTP operátor</w:t>
      </w:r>
      <w:r w:rsidRPr="007653B5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</w:t>
      </w:r>
    </w:p>
    <w:p w14:paraId="3C68B1A9" w14:textId="64CF35AD" w:rsidR="009348E2" w:rsidRPr="00BC3386" w:rsidRDefault="009348E2" w:rsidP="00426C2A">
      <w:pPr>
        <w:pStyle w:val="aodst"/>
      </w:pPr>
      <w:r w:rsidRPr="00BC3386">
        <w:t xml:space="preserve">Příjmení: </w:t>
      </w:r>
      <w:r w:rsidRPr="00BC3386">
        <w:rPr>
          <w:rStyle w:val="Siln"/>
          <w:highlight w:val="green"/>
        </w:rPr>
        <w:t>[DOPLNÍ DODAVATEL]</w:t>
      </w:r>
    </w:p>
    <w:p w14:paraId="6BDDF1D1" w14:textId="77777777" w:rsidR="009348E2" w:rsidRPr="00BC3386" w:rsidRDefault="009348E2" w:rsidP="00426C2A">
      <w:pPr>
        <w:pStyle w:val="aodst"/>
      </w:pPr>
      <w:r w:rsidRPr="00BC3386">
        <w:t xml:space="preserve">Jméno: </w:t>
      </w:r>
      <w:r w:rsidRPr="00BC3386">
        <w:rPr>
          <w:rStyle w:val="Siln"/>
          <w:highlight w:val="green"/>
        </w:rPr>
        <w:t>[DOPLNÍ DODAVATEL]</w:t>
      </w:r>
    </w:p>
    <w:p w14:paraId="039FA204" w14:textId="77777777" w:rsidR="009348E2" w:rsidRPr="00BC3386" w:rsidRDefault="009348E2" w:rsidP="00426C2A">
      <w:pPr>
        <w:pStyle w:val="aodst"/>
      </w:pPr>
      <w:r w:rsidRPr="00BC3386">
        <w:t xml:space="preserve">Kontaktní pracovní adresa (včetně pracovního tel/e-mail): </w:t>
      </w:r>
      <w:r w:rsidRPr="00BC3386">
        <w:rPr>
          <w:rStyle w:val="Siln"/>
          <w:highlight w:val="green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3E1939">
        <w:rPr>
          <w:rStyle w:val="Siln"/>
          <w:highlight w:val="green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58A92DBA" w14:textId="7A721E81" w:rsidR="00CD569A" w:rsidRDefault="00CD569A" w:rsidP="007653B5">
      <w:pPr>
        <w:pStyle w:val="aodst"/>
      </w:pPr>
      <w:r>
        <w:t xml:space="preserve">Osoba </w:t>
      </w:r>
      <w:r w:rsidRPr="003E1939">
        <w:rPr>
          <w:highlight w:val="green"/>
        </w:rPr>
        <w:t xml:space="preserve">je / není </w:t>
      </w:r>
      <w:r w:rsidRPr="003E1939">
        <w:rPr>
          <w:rStyle w:val="Siln"/>
          <w:highlight w:val="green"/>
        </w:rPr>
        <w:t>[DOPLNÍ DODAVATEL]</w:t>
      </w:r>
      <w:r w:rsidRPr="00A07A54">
        <w:t xml:space="preserve"> zaměstnancem </w:t>
      </w:r>
      <w:r>
        <w:t>dodavatele.</w:t>
      </w:r>
    </w:p>
    <w:p w14:paraId="776976A3" w14:textId="0FFC2F24" w:rsidR="007653B5" w:rsidRPr="00A07A54" w:rsidRDefault="007653B5" w:rsidP="007653B5">
      <w:pPr>
        <w:pStyle w:val="aodst"/>
      </w:pPr>
      <w:r w:rsidRPr="00A07A54">
        <w:t xml:space="preserve">Osoba </w:t>
      </w:r>
      <w:r w:rsidRPr="003E1939">
        <w:rPr>
          <w:highlight w:val="green"/>
        </w:rPr>
        <w:t xml:space="preserve">je / není </w:t>
      </w:r>
      <w:r w:rsidRPr="003E1939">
        <w:rPr>
          <w:rStyle w:val="Siln"/>
          <w:highlight w:val="green"/>
        </w:rPr>
        <w:t>[DOPLNÍ DODAVATEL]</w:t>
      </w:r>
      <w:r w:rsidRPr="00A07A54">
        <w:t xml:space="preserve"> současně zaměstnancem zadavatele.</w:t>
      </w:r>
    </w:p>
    <w:p w14:paraId="2C25D411" w14:textId="1EBCE746" w:rsidR="009348E2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kvalifikace:</w:t>
      </w:r>
    </w:p>
    <w:tbl>
      <w:tblPr>
        <w:tblStyle w:val="Tabulkaodvolacchadoplujcchdaj"/>
        <w:tblW w:w="0" w:type="auto"/>
        <w:tblInd w:w="562" w:type="dxa"/>
        <w:tblLook w:val="04A0" w:firstRow="1" w:lastRow="0" w:firstColumn="1" w:lastColumn="0" w:noHBand="0" w:noVBand="1"/>
      </w:tblPr>
      <w:tblGrid>
        <w:gridCol w:w="4253"/>
        <w:gridCol w:w="3877"/>
      </w:tblGrid>
      <w:tr w:rsidR="00801EF1" w14:paraId="2DD777A6" w14:textId="77777777" w:rsidTr="00801EF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368E" w14:textId="0EE9DBCB" w:rsidR="00801EF1" w:rsidRPr="007653B5" w:rsidRDefault="00801EF1" w:rsidP="00801EF1">
            <w:pPr>
              <w:pStyle w:val="aodst"/>
              <w:numPr>
                <w:ilvl w:val="0"/>
                <w:numId w:val="0"/>
              </w:numPr>
              <w:rPr>
                <w:b/>
                <w:bCs/>
              </w:rPr>
            </w:pPr>
            <w:r w:rsidRPr="007653B5">
              <w:rPr>
                <w:b/>
                <w:bCs/>
                <w:sz w:val="18"/>
                <w:szCs w:val="22"/>
              </w:rPr>
              <w:t>Počet let odborné praxe (celkem)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CA36" w14:textId="338828BB" w:rsidR="00801EF1" w:rsidRDefault="00801EF1" w:rsidP="00801EF1">
            <w:pPr>
              <w:pStyle w:val="aodst"/>
              <w:numPr>
                <w:ilvl w:val="0"/>
                <w:numId w:val="0"/>
              </w:num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62B1880E" w14:textId="30F641EF" w:rsidR="00801EF1" w:rsidRPr="007653B5" w:rsidRDefault="00801EF1" w:rsidP="007653B5">
      <w:pPr>
        <w:pStyle w:val="aodst"/>
        <w:numPr>
          <w:ilvl w:val="0"/>
          <w:numId w:val="0"/>
        </w:numPr>
        <w:tabs>
          <w:tab w:val="left" w:pos="1057"/>
        </w:tabs>
        <w:spacing w:before="0" w:after="0"/>
        <w:ind w:left="567"/>
        <w:contextualSpacing/>
        <w:rPr>
          <w:sz w:val="20"/>
          <w:szCs w:val="20"/>
        </w:rPr>
      </w:pPr>
      <w:r>
        <w:tab/>
      </w:r>
    </w:p>
    <w:tbl>
      <w:tblPr>
        <w:tblW w:w="807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3822"/>
      </w:tblGrid>
      <w:tr w:rsidR="009348E2" w:rsidRPr="00A07A54" w14:paraId="3271F00B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1376CDA5" w:rsidR="009348E2" w:rsidRPr="00A07A54" w:rsidRDefault="00801EF1" w:rsidP="003745B7">
            <w:pPr>
              <w:spacing w:line="276" w:lineRule="auto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Doba</w:t>
            </w:r>
            <w:r w:rsidR="009348E2" w:rsidRPr="00A07A54">
              <w:rPr>
                <w:rFonts w:cstheme="minorHAnsi"/>
                <w:iCs/>
              </w:rPr>
              <w:t xml:space="preserve"> od (měsíc/rok) do (měsíc/rok) včetně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801EF1">
            <w:pPr>
              <w:spacing w:line="276" w:lineRule="auto"/>
              <w:ind w:right="287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801EF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311FFE4B" w:rsidR="009348E2" w:rsidRPr="00A07A54" w:rsidRDefault="009348E2" w:rsidP="00801EF1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  <w:r w:rsidR="00801EF1">
              <w:rPr>
                <w:rFonts w:cstheme="minorHAnsi"/>
              </w:rPr>
              <w:t xml:space="preserve"> (v detailu potřebném pro ověření splnění požadavku dle odst. 9.5.2.</w:t>
            </w:r>
            <w:r w:rsidR="00496C9B">
              <w:rPr>
                <w:rFonts w:cstheme="minorHAnsi"/>
              </w:rPr>
              <w:t>1.</w:t>
            </w:r>
            <w:r w:rsidR="00801EF1">
              <w:rPr>
                <w:rFonts w:cstheme="minorHAnsi"/>
              </w:rPr>
              <w:t xml:space="preserve"> </w:t>
            </w:r>
            <w:r w:rsidR="007653B5">
              <w:rPr>
                <w:rFonts w:cstheme="minorHAnsi"/>
              </w:rPr>
              <w:t xml:space="preserve">písm. a) </w:t>
            </w:r>
            <w:r w:rsidR="00801EF1">
              <w:rPr>
                <w:rFonts w:cstheme="minorHAnsi"/>
              </w:rPr>
              <w:t>Výzvy)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5EA08900" w14:textId="4FB49F5D" w:rsidR="007653B5" w:rsidRPr="007653B5" w:rsidRDefault="007653B5" w:rsidP="007653B5">
      <w:pPr>
        <w:pStyle w:val="aodst"/>
        <w:numPr>
          <w:ilvl w:val="0"/>
          <w:numId w:val="0"/>
        </w:numPr>
        <w:spacing w:before="0"/>
        <w:ind w:left="567"/>
        <w:rPr>
          <w:rStyle w:val="Siln"/>
          <w:b w:val="0"/>
          <w:bCs w:val="0"/>
          <w:i/>
          <w:iCs/>
          <w:color w:val="FF0000"/>
          <w:sz w:val="14"/>
          <w:szCs w:val="14"/>
        </w:rPr>
      </w:pPr>
      <w:r w:rsidRPr="007653B5">
        <w:rPr>
          <w:i/>
          <w:iCs/>
          <w:color w:val="FF0000"/>
          <w:sz w:val="14"/>
          <w:szCs w:val="14"/>
        </w:rPr>
        <w:t>V případě další praxe použije dodavatel tabulku opakovaně dle potřeby.</w:t>
      </w:r>
    </w:p>
    <w:p w14:paraId="7BAF5EE3" w14:textId="0DAFF70E" w:rsidR="009348E2" w:rsidRPr="00A07A54" w:rsidRDefault="007653B5" w:rsidP="00C26D6C">
      <w:pPr>
        <w:pStyle w:val="aodst"/>
        <w:keepNext/>
      </w:pPr>
      <w:r>
        <w:rPr>
          <w:rStyle w:val="Siln"/>
        </w:rPr>
        <w:lastRenderedPageBreak/>
        <w:t>Realizované projekty</w:t>
      </w:r>
      <w:r w:rsidR="009348E2" w:rsidRPr="00A07A54">
        <w:t xml:space="preserve"> (popis věcného rozsahu služby – v detailu potřebném pro ověření splnění požadavků</w:t>
      </w:r>
      <w:r>
        <w:t xml:space="preserve"> dle odst. 9.5.2.</w:t>
      </w:r>
      <w:r w:rsidR="00496C9B">
        <w:t>1.</w:t>
      </w:r>
      <w:r>
        <w:t xml:space="preserve"> písm. b) Výzvy</w:t>
      </w:r>
      <w:r w:rsidR="009348E2" w:rsidRPr="00A07A54">
        <w:t>)</w:t>
      </w:r>
      <w:r w:rsidR="009348E2"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4596C86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Název </w:t>
            </w:r>
            <w:r w:rsidR="007653B5">
              <w:rPr>
                <w:rFonts w:cstheme="minorHAnsi"/>
              </w:rPr>
              <w:t>projektu/</w:t>
            </w:r>
            <w:r w:rsidRPr="00A07A54">
              <w:rPr>
                <w:rFonts w:cstheme="minorHAnsi"/>
              </w:rPr>
              <w:t>zakázky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496C9B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496C9B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7653B5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496C9B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3E1939" w:rsidRDefault="009348E2" w:rsidP="00426C2A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03F76E09" w14:textId="714FE9ED" w:rsidR="009348E2" w:rsidRDefault="009348E2" w:rsidP="006926E9"/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496C9B" w:rsidRPr="00A07A54" w14:paraId="6F233A51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549E" w14:textId="77777777" w:rsidR="00496C9B" w:rsidRPr="00A07A54" w:rsidRDefault="00496C9B" w:rsidP="00421EA4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 xml:space="preserve">Název </w:t>
            </w:r>
            <w:r>
              <w:rPr>
                <w:rFonts w:cstheme="minorHAnsi"/>
              </w:rPr>
              <w:t>projektu/</w:t>
            </w:r>
            <w:r w:rsidRPr="00A07A54">
              <w:rPr>
                <w:rFonts w:cstheme="minorHAnsi"/>
              </w:rPr>
              <w:t>zakázky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1A9A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496C9B" w:rsidRPr="00A07A54" w14:paraId="12573CE3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345B" w14:textId="77777777" w:rsidR="00496C9B" w:rsidRPr="00A07A54" w:rsidRDefault="00496C9B" w:rsidP="00421EA4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25582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496C9B" w:rsidRPr="00A07A54" w14:paraId="5C421462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79014" w14:textId="77777777" w:rsidR="00496C9B" w:rsidRPr="00A07A54" w:rsidRDefault="00496C9B" w:rsidP="00421EA4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F3145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  <w:tr w:rsidR="00496C9B" w:rsidRPr="00A07A54" w14:paraId="23C0D801" w14:textId="77777777" w:rsidTr="00421EA4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4D83A" w14:textId="77777777" w:rsidR="00496C9B" w:rsidRPr="00A07A54" w:rsidRDefault="00496C9B" w:rsidP="00421EA4">
            <w:pPr>
              <w:spacing w:line="276" w:lineRule="auto"/>
              <w:ind w:right="145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271A" w14:textId="77777777" w:rsidR="00496C9B" w:rsidRPr="003E1939" w:rsidRDefault="00496C9B" w:rsidP="00421EA4">
            <w:pPr>
              <w:rPr>
                <w:rStyle w:val="Siln"/>
                <w:highlight w:val="green"/>
              </w:rPr>
            </w:pPr>
            <w:r w:rsidRPr="003E1939">
              <w:rPr>
                <w:rStyle w:val="Siln"/>
                <w:highlight w:val="green"/>
              </w:rPr>
              <w:t>[DOPLNÍ DODAVATEL]</w:t>
            </w:r>
          </w:p>
        </w:tc>
      </w:tr>
    </w:tbl>
    <w:p w14:paraId="4DC63211" w14:textId="2E81910B" w:rsidR="00496C9B" w:rsidRDefault="00496C9B" w:rsidP="00496C9B">
      <w:pPr>
        <w:spacing w:before="0"/>
        <w:ind w:left="567" w:hanging="1"/>
        <w:rPr>
          <w:i/>
          <w:iCs/>
          <w:color w:val="FF0000"/>
          <w:sz w:val="14"/>
          <w:szCs w:val="14"/>
        </w:rPr>
      </w:pPr>
      <w:r w:rsidRPr="00496C9B">
        <w:rPr>
          <w:i/>
          <w:iCs/>
          <w:color w:val="FF0000"/>
          <w:sz w:val="14"/>
          <w:szCs w:val="14"/>
        </w:rPr>
        <w:t>V případě dalších zkušeností použije dodavatel tabulku opakovaně dle potřeby.</w:t>
      </w:r>
    </w:p>
    <w:p w14:paraId="419B4539" w14:textId="23411F74" w:rsidR="00496C9B" w:rsidRDefault="00496C9B" w:rsidP="00496C9B">
      <w:pPr>
        <w:pStyle w:val="aodst"/>
        <w:spacing w:after="120"/>
      </w:pPr>
      <w:r>
        <w:t xml:space="preserve">Znalost práce se </w:t>
      </w:r>
      <w:r w:rsidRPr="009B0E27">
        <w:rPr>
          <w:rFonts w:ascii="Verdana" w:hAnsi="Verdana" w:cs="Segoe UI"/>
        </w:rPr>
        <w:t>softwary pro tvorbu grafických podkladů</w:t>
      </w:r>
      <w:r>
        <w:rPr>
          <w:rFonts w:ascii="Verdana" w:hAnsi="Verdana" w:cs="Segoe UI"/>
        </w:rPr>
        <w:t xml:space="preserve"> (slouží pro ověření požadavku dle odst. 9.5.2.</w:t>
      </w:r>
      <w:r w:rsidR="00C26D6C">
        <w:rPr>
          <w:rFonts w:ascii="Verdana" w:hAnsi="Verdana" w:cs="Segoe UI"/>
        </w:rPr>
        <w:t>1.</w:t>
      </w:r>
      <w:r>
        <w:rPr>
          <w:rFonts w:ascii="Verdana" w:hAnsi="Verdana" w:cs="Segoe UI"/>
        </w:rPr>
        <w:t xml:space="preserve"> písm. c) Výzvy):</w:t>
      </w:r>
    </w:p>
    <w:p w14:paraId="3215B207" w14:textId="63BE0137" w:rsidR="00496C9B" w:rsidRPr="00496C9B" w:rsidRDefault="00496C9B" w:rsidP="00496C9B">
      <w:pPr>
        <w:pStyle w:val="aodst"/>
        <w:numPr>
          <w:ilvl w:val="0"/>
          <w:numId w:val="41"/>
        </w:numPr>
        <w:spacing w:before="120" w:after="120"/>
        <w:ind w:left="924" w:hanging="357"/>
        <w:rPr>
          <w:rStyle w:val="Siln"/>
          <w:b w:val="0"/>
          <w:bCs w:val="0"/>
        </w:rPr>
      </w:pPr>
      <w:r w:rsidRPr="003E1939">
        <w:rPr>
          <w:rStyle w:val="Siln"/>
          <w:highlight w:val="green"/>
        </w:rPr>
        <w:t>[DOPLNÍ DODAVATEL]</w:t>
      </w:r>
    </w:p>
    <w:p w14:paraId="5D1041F9" w14:textId="53BFCF9D" w:rsidR="00496C9B" w:rsidRPr="00496C9B" w:rsidRDefault="00496C9B" w:rsidP="00496C9B">
      <w:pPr>
        <w:pStyle w:val="aodst"/>
        <w:numPr>
          <w:ilvl w:val="0"/>
          <w:numId w:val="41"/>
        </w:numPr>
        <w:spacing w:before="120" w:after="120"/>
        <w:ind w:left="924" w:hanging="357"/>
        <w:rPr>
          <w:rStyle w:val="Siln"/>
          <w:b w:val="0"/>
          <w:bCs w:val="0"/>
        </w:rPr>
      </w:pPr>
      <w:r w:rsidRPr="003E1939">
        <w:rPr>
          <w:rStyle w:val="Siln"/>
          <w:highlight w:val="green"/>
        </w:rPr>
        <w:t>[DOPLNÍ DODAVATEL]</w:t>
      </w:r>
    </w:p>
    <w:p w14:paraId="253E7C7B" w14:textId="693A4B28" w:rsidR="00496C9B" w:rsidRPr="00496C9B" w:rsidRDefault="00496C9B" w:rsidP="00496C9B">
      <w:pPr>
        <w:pStyle w:val="aodst"/>
        <w:numPr>
          <w:ilvl w:val="0"/>
          <w:numId w:val="41"/>
        </w:numPr>
        <w:spacing w:before="120" w:after="120"/>
        <w:ind w:left="924" w:hanging="357"/>
      </w:pPr>
      <w:r w:rsidRPr="003E1939">
        <w:rPr>
          <w:rStyle w:val="Siln"/>
          <w:highlight w:val="green"/>
        </w:rPr>
        <w:t>[DOPLNÍ DODAVATEL]</w:t>
      </w:r>
    </w:p>
    <w:sectPr w:rsidR="00496C9B" w:rsidRPr="00496C9B" w:rsidSect="007653B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4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27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2CED3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2BEE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E23F9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790603485" name="Obrázek 7906034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A6E29"/>
    <w:multiLevelType w:val="hybridMultilevel"/>
    <w:tmpl w:val="CE808488"/>
    <w:lvl w:ilvl="0" w:tplc="C35E815A"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3702897"/>
    <w:multiLevelType w:val="hybridMultilevel"/>
    <w:tmpl w:val="FBC0C1D6"/>
    <w:lvl w:ilvl="0" w:tplc="D212B010"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4"/>
  </w:num>
  <w:num w:numId="5" w16cid:durableId="1341813658">
    <w:abstractNumId w:val="6"/>
  </w:num>
  <w:num w:numId="6" w16cid:durableId="571163504">
    <w:abstractNumId w:val="9"/>
  </w:num>
  <w:num w:numId="7" w16cid:durableId="1674911499">
    <w:abstractNumId w:val="0"/>
  </w:num>
  <w:num w:numId="8" w16cid:durableId="374349479">
    <w:abstractNumId w:val="10"/>
  </w:num>
  <w:num w:numId="9" w16cid:durableId="20067847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9"/>
  </w:num>
  <w:num w:numId="11" w16cid:durableId="1757820595">
    <w:abstractNumId w:val="3"/>
  </w:num>
  <w:num w:numId="12" w16cid:durableId="904295975">
    <w:abstractNumId w:val="9"/>
  </w:num>
  <w:num w:numId="13" w16cid:durableId="2116359979">
    <w:abstractNumId w:val="9"/>
  </w:num>
  <w:num w:numId="14" w16cid:durableId="1608460648">
    <w:abstractNumId w:val="9"/>
  </w:num>
  <w:num w:numId="15" w16cid:durableId="1008170982">
    <w:abstractNumId w:val="9"/>
  </w:num>
  <w:num w:numId="16" w16cid:durableId="1986887083">
    <w:abstractNumId w:val="15"/>
  </w:num>
  <w:num w:numId="17" w16cid:durableId="712272526">
    <w:abstractNumId w:val="4"/>
  </w:num>
  <w:num w:numId="18" w16cid:durableId="1078479675">
    <w:abstractNumId w:val="15"/>
  </w:num>
  <w:num w:numId="19" w16cid:durableId="1896626628">
    <w:abstractNumId w:val="15"/>
  </w:num>
  <w:num w:numId="20" w16cid:durableId="1816799279">
    <w:abstractNumId w:val="15"/>
  </w:num>
  <w:num w:numId="21" w16cid:durableId="352339929">
    <w:abstractNumId w:val="15"/>
  </w:num>
  <w:num w:numId="22" w16cid:durableId="1959095974">
    <w:abstractNumId w:val="9"/>
  </w:num>
  <w:num w:numId="23" w16cid:durableId="1354648324">
    <w:abstractNumId w:val="3"/>
  </w:num>
  <w:num w:numId="24" w16cid:durableId="2069303266">
    <w:abstractNumId w:val="9"/>
  </w:num>
  <w:num w:numId="25" w16cid:durableId="1924215273">
    <w:abstractNumId w:val="9"/>
  </w:num>
  <w:num w:numId="26" w16cid:durableId="1066730236">
    <w:abstractNumId w:val="9"/>
  </w:num>
  <w:num w:numId="27" w16cid:durableId="1195651249">
    <w:abstractNumId w:val="9"/>
  </w:num>
  <w:num w:numId="28" w16cid:durableId="1139418436">
    <w:abstractNumId w:val="15"/>
  </w:num>
  <w:num w:numId="29" w16cid:durableId="1064064395">
    <w:abstractNumId w:val="4"/>
  </w:num>
  <w:num w:numId="30" w16cid:durableId="700016673">
    <w:abstractNumId w:val="15"/>
  </w:num>
  <w:num w:numId="31" w16cid:durableId="847868046">
    <w:abstractNumId w:val="15"/>
  </w:num>
  <w:num w:numId="32" w16cid:durableId="2026636617">
    <w:abstractNumId w:val="15"/>
  </w:num>
  <w:num w:numId="33" w16cid:durableId="1366637309">
    <w:abstractNumId w:val="15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6"/>
  </w:num>
  <w:num w:numId="39" w16cid:durableId="745305383">
    <w:abstractNumId w:val="12"/>
  </w:num>
  <w:num w:numId="40" w16cid:durableId="1758818417">
    <w:abstractNumId w:val="13"/>
  </w:num>
  <w:num w:numId="41" w16cid:durableId="9903541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447E2"/>
    <w:rsid w:val="001450BE"/>
    <w:rsid w:val="001550BC"/>
    <w:rsid w:val="001605B9"/>
    <w:rsid w:val="00170EC5"/>
    <w:rsid w:val="001747C1"/>
    <w:rsid w:val="00184743"/>
    <w:rsid w:val="001B0548"/>
    <w:rsid w:val="001D6EA1"/>
    <w:rsid w:val="00207DF5"/>
    <w:rsid w:val="002268EF"/>
    <w:rsid w:val="00227D55"/>
    <w:rsid w:val="00256810"/>
    <w:rsid w:val="0026214E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66DF0"/>
    <w:rsid w:val="0038302E"/>
    <w:rsid w:val="003956C6"/>
    <w:rsid w:val="00397AD1"/>
    <w:rsid w:val="003D3C01"/>
    <w:rsid w:val="003E1939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96C9B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0CC0"/>
    <w:rsid w:val="00511AB9"/>
    <w:rsid w:val="00523EA7"/>
    <w:rsid w:val="00530F0D"/>
    <w:rsid w:val="00553375"/>
    <w:rsid w:val="00557C28"/>
    <w:rsid w:val="005736B7"/>
    <w:rsid w:val="00575E5A"/>
    <w:rsid w:val="005D7F7E"/>
    <w:rsid w:val="005E781F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53B5"/>
    <w:rsid w:val="00766846"/>
    <w:rsid w:val="007718DC"/>
    <w:rsid w:val="0077673A"/>
    <w:rsid w:val="007846E1"/>
    <w:rsid w:val="007A365C"/>
    <w:rsid w:val="007A5BFC"/>
    <w:rsid w:val="007B570C"/>
    <w:rsid w:val="007C589B"/>
    <w:rsid w:val="007E4A6E"/>
    <w:rsid w:val="007F0984"/>
    <w:rsid w:val="007F56A7"/>
    <w:rsid w:val="00801EF1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B63D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3F3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2FB4"/>
    <w:rsid w:val="00B65686"/>
    <w:rsid w:val="00B75EE1"/>
    <w:rsid w:val="00B77481"/>
    <w:rsid w:val="00B84C8B"/>
    <w:rsid w:val="00B8518B"/>
    <w:rsid w:val="00B93E24"/>
    <w:rsid w:val="00BA123B"/>
    <w:rsid w:val="00BA28A6"/>
    <w:rsid w:val="00BC3386"/>
    <w:rsid w:val="00BC6E14"/>
    <w:rsid w:val="00BD7E91"/>
    <w:rsid w:val="00C02D0A"/>
    <w:rsid w:val="00C03A6E"/>
    <w:rsid w:val="00C26D6C"/>
    <w:rsid w:val="00C30C90"/>
    <w:rsid w:val="00C44F6A"/>
    <w:rsid w:val="00C46DEB"/>
    <w:rsid w:val="00C47AE3"/>
    <w:rsid w:val="00C80068"/>
    <w:rsid w:val="00C80861"/>
    <w:rsid w:val="00C83C94"/>
    <w:rsid w:val="00CC6937"/>
    <w:rsid w:val="00CD1FC4"/>
    <w:rsid w:val="00CD569A"/>
    <w:rsid w:val="00CD762C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32</TotalTime>
  <Pages>2</Pages>
  <Words>406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Bachorková Ivana, Mgr.</cp:lastModifiedBy>
  <cp:revision>11</cp:revision>
  <cp:lastPrinted>2020-07-15T06:29:00Z</cp:lastPrinted>
  <dcterms:created xsi:type="dcterms:W3CDTF">2024-11-11T14:26:00Z</dcterms:created>
  <dcterms:modified xsi:type="dcterms:W3CDTF">2025-05-13T15:02:00Z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